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B324DE6" w:rsidR="00535E9B" w:rsidRPr="00B2714B" w:rsidRDefault="00381365" w:rsidP="00971D9C">
      <w:pPr>
        <w:jc w:val="right"/>
        <w:rPr>
          <w:rFonts w:ascii="Verdana" w:hAnsi="Verdana" w:cstheme="minorHAnsi"/>
          <w:b/>
          <w:color w:val="000000" w:themeColor="text1"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B2714B">
        <w:rPr>
          <w:rFonts w:ascii="Verdana" w:eastAsia="Verdana" w:hAnsi="Verdana" w:cs="Times New Roman"/>
          <w:b/>
          <w:sz w:val="20"/>
          <w:szCs w:val="20"/>
        </w:rPr>
        <w:t xml:space="preserve">ZAŁĄCZNIK NR </w:t>
      </w:r>
      <w:r w:rsidR="00D20B39" w:rsidRPr="00B2714B">
        <w:rPr>
          <w:rFonts w:ascii="Verdana" w:eastAsia="Verdana" w:hAnsi="Verdana" w:cs="Times New Roman"/>
          <w:b/>
          <w:sz w:val="20"/>
          <w:szCs w:val="20"/>
        </w:rPr>
        <w:t>11</w:t>
      </w:r>
      <w:r w:rsidRPr="00B2714B">
        <w:rPr>
          <w:rFonts w:ascii="Verdana" w:eastAsia="Verdana" w:hAnsi="Verdana" w:cs="Times New Roman"/>
          <w:b/>
          <w:sz w:val="20"/>
          <w:szCs w:val="20"/>
        </w:rPr>
        <w:t xml:space="preserve"> DO SWZ – </w:t>
      </w:r>
      <w:r w:rsidR="00D20B39" w:rsidRPr="00B2714B">
        <w:rPr>
          <w:rFonts w:ascii="Verdana" w:hAnsi="Verdana" w:cstheme="minorHAnsi"/>
          <w:b/>
          <w:color w:val="000000" w:themeColor="text1"/>
          <w:sz w:val="20"/>
          <w:szCs w:val="20"/>
        </w:rPr>
        <w:t>OŚWIADCZENIE W SPRAWIE ZEZWOLENIA NA WYTWARZANIE ODPADÓW</w:t>
      </w:r>
    </w:p>
    <w:p w14:paraId="43E32EAC" w14:textId="77777777" w:rsidR="0007110A" w:rsidRPr="00B2714B" w:rsidRDefault="0007110A" w:rsidP="00971D9C">
      <w:pPr>
        <w:jc w:val="right"/>
        <w:rPr>
          <w:rFonts w:ascii="Verdana" w:eastAsia="Verdana" w:hAnsi="Verdana" w:cs="Times New Roman"/>
          <w:b/>
          <w:sz w:val="20"/>
          <w:szCs w:val="20"/>
        </w:rPr>
      </w:pPr>
    </w:p>
    <w:p w14:paraId="60A40DD1" w14:textId="39937CC3" w:rsidR="00A62B4C" w:rsidRPr="00B2714B" w:rsidRDefault="00A62B4C" w:rsidP="008E41A4">
      <w:pPr>
        <w:rPr>
          <w:rFonts w:ascii="Verdana" w:eastAsia="Verdana" w:hAnsi="Verdana" w:cs="Times New Roman"/>
          <w:b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B2714B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B2714B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</w:pPr>
            <w:r w:rsidRPr="00B2714B"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  <w:t>Wykonawca (podmiot przetwarzający)</w:t>
            </w:r>
          </w:p>
          <w:p w14:paraId="10987FC8" w14:textId="77777777" w:rsidR="00381365" w:rsidRPr="00B2714B" w:rsidRDefault="00381365" w:rsidP="00247350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456AD87F" w14:textId="77777777" w:rsidR="00381365" w:rsidRPr="00B2714B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B2714B">
              <w:rPr>
                <w:rFonts w:asciiTheme="minorHAnsi" w:hAnsiTheme="minorHAnsi" w:cstheme="minorHAnsi"/>
                <w:sz w:val="20"/>
              </w:rPr>
              <w:t>…………………………………………………</w:t>
            </w:r>
          </w:p>
          <w:p w14:paraId="2F006CDC" w14:textId="47A95DB9" w:rsidR="00381365" w:rsidRPr="00B2714B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B2714B">
              <w:rPr>
                <w:rFonts w:asciiTheme="minorHAnsi" w:hAnsiTheme="minorHAnsi" w:cstheme="minorHAnsi"/>
                <w:sz w:val="20"/>
              </w:rPr>
              <w:t>………………………………………………</w:t>
            </w:r>
          </w:p>
          <w:p w14:paraId="3E5CFCE7" w14:textId="77777777" w:rsidR="00381365" w:rsidRPr="00B2714B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B2714B">
              <w:rPr>
                <w:rFonts w:asciiTheme="minorHAnsi" w:hAnsiTheme="minorHAnsi" w:cstheme="minorHAnsi"/>
                <w:i/>
                <w:sz w:val="20"/>
              </w:rPr>
              <w:t>Nazwa i adres</w:t>
            </w:r>
          </w:p>
          <w:p w14:paraId="105F009D" w14:textId="77777777" w:rsidR="00381365" w:rsidRPr="00B2714B" w:rsidRDefault="00381365" w:rsidP="00247350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B2714B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B2714B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  <w:r w:rsidRPr="00B2714B"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  <w:t xml:space="preserve">Zamawiający </w:t>
            </w:r>
          </w:p>
          <w:p w14:paraId="4DB9338F" w14:textId="77777777" w:rsidR="00D20B39" w:rsidRPr="00B2714B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 w:val="20"/>
              </w:rPr>
            </w:pPr>
            <w:r w:rsidRPr="00B2714B">
              <w:rPr>
                <w:rFonts w:ascii="Verdana" w:hAnsi="Verdana" w:cstheme="minorHAnsi"/>
                <w:b/>
                <w:sz w:val="20"/>
              </w:rPr>
              <w:t>PGE Dystrybucja S.A.</w:t>
            </w:r>
          </w:p>
          <w:p w14:paraId="54FBC8B8" w14:textId="77777777" w:rsidR="00D20B39" w:rsidRPr="00B2714B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sz w:val="20"/>
              </w:rPr>
            </w:pPr>
            <w:r w:rsidRPr="00B2714B">
              <w:rPr>
                <w:rFonts w:ascii="Verdana" w:hAnsi="Verdana" w:cstheme="minorHAnsi"/>
                <w:sz w:val="20"/>
              </w:rPr>
              <w:t>w imieniu i na rzecz której działa:</w:t>
            </w:r>
          </w:p>
          <w:p w14:paraId="5A501787" w14:textId="77777777" w:rsidR="00D20B39" w:rsidRPr="00B2714B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 w:val="20"/>
              </w:rPr>
            </w:pPr>
            <w:r w:rsidRPr="00B2714B">
              <w:rPr>
                <w:rFonts w:ascii="Verdana" w:hAnsi="Verdana" w:cstheme="minorHAnsi"/>
                <w:b/>
                <w:sz w:val="20"/>
              </w:rPr>
              <w:t>PGE Dystrybucja S.A. Oddział Białystok</w:t>
            </w:r>
          </w:p>
          <w:p w14:paraId="4DA38A55" w14:textId="77777777" w:rsidR="00D20B39" w:rsidRPr="00B2714B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 w:val="20"/>
              </w:rPr>
            </w:pPr>
            <w:r w:rsidRPr="00B2714B">
              <w:rPr>
                <w:rFonts w:ascii="Verdana" w:hAnsi="Verdana" w:cstheme="minorHAnsi"/>
                <w:color w:val="000000"/>
                <w:sz w:val="20"/>
              </w:rPr>
              <w:t>ul. Elektryczna 13</w:t>
            </w:r>
          </w:p>
          <w:p w14:paraId="2651FB8D" w14:textId="15FEB520" w:rsidR="00381365" w:rsidRPr="00B2714B" w:rsidRDefault="00D20B39" w:rsidP="00D20B3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20"/>
              </w:rPr>
            </w:pPr>
            <w:r w:rsidRPr="00B2714B">
              <w:rPr>
                <w:rFonts w:ascii="Verdana" w:hAnsi="Verdana" w:cstheme="minorHAnsi"/>
                <w:color w:val="000000"/>
                <w:sz w:val="20"/>
              </w:rPr>
              <w:t>15-950 Białystok</w:t>
            </w:r>
          </w:p>
        </w:tc>
      </w:tr>
    </w:tbl>
    <w:p w14:paraId="396B949A" w14:textId="77777777" w:rsidR="00A62B4C" w:rsidRPr="00B2714B" w:rsidRDefault="00A62B4C" w:rsidP="000E7682">
      <w:pPr>
        <w:jc w:val="both"/>
        <w:rPr>
          <w:rFonts w:ascii="Verdana" w:eastAsia="Verdana" w:hAnsi="Verdana" w:cs="Times New Roman"/>
          <w:sz w:val="20"/>
          <w:szCs w:val="20"/>
        </w:rPr>
      </w:pPr>
    </w:p>
    <w:p w14:paraId="6ACF3658" w14:textId="69870978" w:rsidR="00D20B39" w:rsidRPr="00B2714B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b/>
          <w:sz w:val="20"/>
          <w:szCs w:val="20"/>
        </w:rPr>
      </w:pPr>
    </w:p>
    <w:p w14:paraId="7C83284B" w14:textId="77777777" w:rsidR="0007110A" w:rsidRPr="00B2714B" w:rsidRDefault="0007110A" w:rsidP="00D20B39">
      <w:pPr>
        <w:tabs>
          <w:tab w:val="left" w:pos="1628"/>
        </w:tabs>
        <w:jc w:val="center"/>
        <w:rPr>
          <w:rFonts w:ascii="Verdana" w:hAnsi="Verdana" w:cstheme="minorHAnsi"/>
          <w:b/>
          <w:sz w:val="20"/>
          <w:szCs w:val="20"/>
        </w:rPr>
      </w:pPr>
    </w:p>
    <w:p w14:paraId="5F880196" w14:textId="14931D14" w:rsidR="00D20B39" w:rsidRPr="00B2714B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sz w:val="20"/>
          <w:szCs w:val="20"/>
        </w:rPr>
      </w:pPr>
      <w:r w:rsidRPr="00B2714B">
        <w:rPr>
          <w:rFonts w:ascii="Verdana" w:hAnsi="Verdana" w:cstheme="minorHAnsi"/>
          <w:b/>
          <w:sz w:val="20"/>
          <w:szCs w:val="20"/>
        </w:rPr>
        <w:t>OŚWIADCZENIE W SPRAWIE ZEZWOLENIA NA WYTWARZANIE ODPADÓW</w:t>
      </w:r>
    </w:p>
    <w:p w14:paraId="7FB1C662" w14:textId="77777777" w:rsidR="00D20B39" w:rsidRPr="00B2714B" w:rsidRDefault="00D20B39" w:rsidP="00D20B39">
      <w:pPr>
        <w:rPr>
          <w:rFonts w:ascii="Verdana" w:hAnsi="Verdana" w:cstheme="minorHAnsi"/>
          <w:sz w:val="20"/>
          <w:szCs w:val="20"/>
        </w:rPr>
      </w:pPr>
    </w:p>
    <w:p w14:paraId="62149735" w14:textId="61D61959" w:rsidR="00D20B39" w:rsidRPr="00B2714B" w:rsidRDefault="00D20B39" w:rsidP="00D20B39">
      <w:pPr>
        <w:spacing w:before="120"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B2714B">
        <w:rPr>
          <w:rFonts w:ascii="Verdana" w:hAnsi="Verdana" w:cstheme="minorHAnsi"/>
          <w:sz w:val="20"/>
          <w:szCs w:val="20"/>
          <w:lang w:eastAsia="pl-PL"/>
        </w:rPr>
        <w:t xml:space="preserve">Składając Ofertę w postępowaniu zakupowym nr </w:t>
      </w:r>
      <w:sdt>
        <w:sdtPr>
          <w:rPr>
            <w:rFonts w:ascii="Verdana" w:hAnsi="Verdana" w:cstheme="minorHAnsi"/>
            <w:b/>
            <w:sz w:val="20"/>
            <w:szCs w:val="20"/>
          </w:rPr>
          <w:alias w:val="Podtytuł"/>
          <w:id w:val="1690093677"/>
          <w:placeholder>
            <w:docPart w:val="3C0F14D485FC45778C0860E0EEF07CC2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E81AF4" w:rsidRPr="00B2714B">
            <w:rPr>
              <w:rFonts w:ascii="Verdana" w:hAnsi="Verdana" w:cstheme="minorHAnsi"/>
              <w:b/>
              <w:sz w:val="20"/>
              <w:szCs w:val="20"/>
            </w:rPr>
            <w:t>POST/DYS/OB/GZ/0</w:t>
          </w:r>
          <w:r w:rsidR="001650B0">
            <w:rPr>
              <w:rFonts w:ascii="Verdana" w:hAnsi="Verdana" w:cstheme="minorHAnsi"/>
              <w:b/>
              <w:sz w:val="20"/>
              <w:szCs w:val="20"/>
            </w:rPr>
            <w:t>0216</w:t>
          </w:r>
          <w:r w:rsidRPr="00B2714B">
            <w:rPr>
              <w:rFonts w:ascii="Verdana" w:hAnsi="Verdana" w:cstheme="minorHAnsi"/>
              <w:b/>
              <w:sz w:val="20"/>
              <w:szCs w:val="20"/>
            </w:rPr>
            <w:t>/202</w:t>
          </w:r>
          <w:r w:rsidR="001650B0">
            <w:rPr>
              <w:rFonts w:ascii="Verdana" w:hAnsi="Verdana" w:cstheme="minorHAnsi"/>
              <w:b/>
              <w:sz w:val="20"/>
              <w:szCs w:val="20"/>
            </w:rPr>
            <w:t>6</w:t>
          </w:r>
        </w:sdtContent>
      </w:sdt>
      <w:r w:rsidRPr="00B2714B">
        <w:rPr>
          <w:rFonts w:ascii="Verdana" w:hAnsi="Verdana" w:cstheme="minorHAnsi"/>
          <w:sz w:val="20"/>
          <w:szCs w:val="20"/>
          <w:lang w:eastAsia="pl-PL"/>
        </w:rPr>
        <w:t xml:space="preserve"> prowadzonym w trybie przetargu nieograniczonego pn. </w:t>
      </w:r>
      <w:r w:rsidR="00B2714B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Budowa sieci elektroenergetycznej nN </w:t>
      </w:r>
      <w:r w:rsidR="000404EF">
        <w:rPr>
          <w:rFonts w:cs="Arial"/>
          <w:b/>
          <w:iCs/>
          <w:color w:val="000000"/>
          <w:spacing w:val="-15"/>
          <w:sz w:val="20"/>
          <w:szCs w:val="20"/>
        </w:rPr>
        <w:t xml:space="preserve">i SN </w:t>
      </w:r>
      <w:r w:rsidR="00B2714B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związanej z PNO na terenie działalności Rejonu Energetycznego Ełk PGE Dystrybucja S.A. Oddział Białystok - </w:t>
      </w:r>
      <w:r w:rsidR="001650B0">
        <w:rPr>
          <w:rFonts w:cs="Arial"/>
          <w:b/>
          <w:iCs/>
          <w:color w:val="000000"/>
          <w:spacing w:val="-15"/>
          <w:sz w:val="20"/>
          <w:szCs w:val="20"/>
        </w:rPr>
        <w:t>7</w:t>
      </w:r>
      <w:r w:rsidR="00B2714B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 części</w:t>
      </w:r>
      <w:r w:rsidRPr="00B2714B">
        <w:rPr>
          <w:rFonts w:ascii="Verdana" w:hAnsi="Verdana" w:cstheme="minorHAnsi"/>
          <w:sz w:val="20"/>
          <w:szCs w:val="20"/>
        </w:rPr>
        <w:t xml:space="preserve">, </w:t>
      </w:r>
      <w:r w:rsidRPr="00B2714B">
        <w:rPr>
          <w:rFonts w:ascii="Verdana" w:hAnsi="Verdana" w:cstheme="minorHAnsi"/>
          <w:b/>
          <w:sz w:val="20"/>
          <w:szCs w:val="20"/>
          <w:lang w:eastAsia="pl-PL"/>
        </w:rPr>
        <w:t>oświadczamy</w:t>
      </w:r>
      <w:r w:rsidRPr="00B2714B">
        <w:rPr>
          <w:rFonts w:ascii="Verdana" w:hAnsi="Verdana" w:cstheme="minorHAnsi"/>
          <w:sz w:val="20"/>
          <w:szCs w:val="20"/>
          <w:lang w:eastAsia="pl-PL"/>
        </w:rPr>
        <w:t xml:space="preserve">, </w:t>
      </w:r>
      <w:r w:rsidRPr="00B2714B">
        <w:rPr>
          <w:rFonts w:ascii="Verdana" w:hAnsi="Verdana" w:cstheme="minorHAnsi"/>
          <w:bCs/>
          <w:sz w:val="20"/>
          <w:szCs w:val="20"/>
          <w:lang w:eastAsia="pl-PL"/>
        </w:rPr>
        <w:t>że</w:t>
      </w:r>
      <w:r w:rsidRPr="00B2714B">
        <w:rPr>
          <w:rFonts w:ascii="Verdana" w:hAnsi="Verdana" w:cstheme="minorHAnsi"/>
          <w:sz w:val="20"/>
          <w:szCs w:val="20"/>
          <w:lang w:eastAsia="pl-PL"/>
        </w:rPr>
        <w:t xml:space="preserve"> </w:t>
      </w:r>
      <w:r w:rsidRPr="00B2714B">
        <w:rPr>
          <w:rFonts w:ascii="Verdana" w:hAnsi="Verdana"/>
          <w:sz w:val="20"/>
          <w:szCs w:val="20"/>
        </w:rPr>
        <w:t>na dzień podpisania Umowy będziemy posiadać zezwolenia na wytwarzanie odpadów niebezpiecznych i innych niż niebezpieczne, wydane przez organy właściwe dla miejsca wytwarzania odpadów i dotyczące odpadów, które mogą powstać przy realizacji zamówienia lub będziemy posiadać umowę z firmą, która takie zezwolenia posiada.</w:t>
      </w:r>
    </w:p>
    <w:p w14:paraId="449C8A2F" w14:textId="48F0F8DD" w:rsidR="00381365" w:rsidRPr="00B2714B" w:rsidRDefault="00381365" w:rsidP="00381365">
      <w:pPr>
        <w:rPr>
          <w:rFonts w:cstheme="minorHAnsi"/>
          <w:sz w:val="20"/>
          <w:szCs w:val="20"/>
        </w:rPr>
      </w:pPr>
    </w:p>
    <w:p w14:paraId="0989C02B" w14:textId="0C681B6C" w:rsidR="00381365" w:rsidRPr="00B2714B" w:rsidRDefault="00381365" w:rsidP="00381365">
      <w:pPr>
        <w:rPr>
          <w:rFonts w:cstheme="minorHAnsi"/>
          <w:sz w:val="20"/>
          <w:szCs w:val="20"/>
        </w:rPr>
      </w:pPr>
    </w:p>
    <w:p w14:paraId="10F0BE4D" w14:textId="62A9E7C1" w:rsidR="00381365" w:rsidRPr="00B2714B" w:rsidRDefault="00381365" w:rsidP="00381365">
      <w:pPr>
        <w:rPr>
          <w:rFonts w:cstheme="minorHAnsi"/>
          <w:sz w:val="20"/>
          <w:szCs w:val="20"/>
        </w:rPr>
      </w:pPr>
    </w:p>
    <w:p w14:paraId="2B2CB4B3" w14:textId="73C6721B" w:rsidR="00381365" w:rsidRPr="00B2714B" w:rsidRDefault="00381365" w:rsidP="00381365">
      <w:pPr>
        <w:rPr>
          <w:rFonts w:cstheme="minorHAnsi"/>
          <w:sz w:val="20"/>
          <w:szCs w:val="20"/>
        </w:rPr>
      </w:pPr>
    </w:p>
    <w:p w14:paraId="1F146800" w14:textId="14585345" w:rsidR="00381365" w:rsidRPr="00B2714B" w:rsidRDefault="00381365" w:rsidP="00381365">
      <w:pPr>
        <w:rPr>
          <w:rFonts w:cstheme="minorHAnsi"/>
          <w:sz w:val="20"/>
          <w:szCs w:val="20"/>
        </w:rPr>
      </w:pPr>
    </w:p>
    <w:p w14:paraId="1B7F3631" w14:textId="611DB4E8" w:rsidR="00381365" w:rsidRPr="00B2714B" w:rsidRDefault="00381365" w:rsidP="00381365">
      <w:pPr>
        <w:rPr>
          <w:rFonts w:cstheme="minorHAnsi"/>
          <w:sz w:val="20"/>
          <w:szCs w:val="20"/>
        </w:rPr>
      </w:pPr>
    </w:p>
    <w:p w14:paraId="4BB21D18" w14:textId="77777777" w:rsidR="00381365" w:rsidRPr="00B2714B" w:rsidRDefault="00381365" w:rsidP="00381365">
      <w:pPr>
        <w:rPr>
          <w:rFonts w:cstheme="minorHAnsi"/>
          <w:sz w:val="20"/>
          <w:szCs w:val="20"/>
        </w:rPr>
      </w:pPr>
    </w:p>
    <w:p w14:paraId="18BCF4A9" w14:textId="6BB75665" w:rsidR="00381365" w:rsidRPr="00B2714B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B2714B">
        <w:rPr>
          <w:rFonts w:cstheme="minorHAnsi"/>
          <w:sz w:val="16"/>
          <w:szCs w:val="16"/>
        </w:rPr>
        <w:t>...................................................</w:t>
      </w:r>
      <w:r w:rsidR="000E7682" w:rsidRPr="00B2714B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Pr="00B2714B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2714B">
        <w:rPr>
          <w:rFonts w:cstheme="minorHAnsi"/>
          <w:i/>
          <w:sz w:val="16"/>
          <w:szCs w:val="16"/>
        </w:rPr>
        <w:t>Data i podpisy osób uprawnionych do składania</w:t>
      </w:r>
    </w:p>
    <w:p w14:paraId="01952714" w14:textId="1824E5E2" w:rsidR="00381365" w:rsidRPr="00B2714B" w:rsidRDefault="00381365" w:rsidP="00B2714B">
      <w:pPr>
        <w:ind w:left="5398" w:right="68" w:hanging="153"/>
        <w:jc w:val="center"/>
        <w:rPr>
          <w:rFonts w:cstheme="minorHAnsi"/>
          <w:sz w:val="16"/>
          <w:szCs w:val="16"/>
        </w:rPr>
      </w:pPr>
      <w:r w:rsidRPr="00B2714B">
        <w:rPr>
          <w:rFonts w:cstheme="minorHAnsi"/>
          <w:i/>
          <w:sz w:val="16"/>
          <w:szCs w:val="16"/>
        </w:rPr>
        <w:t>oświadczeń woli w imieniu Wykonawcy</w:t>
      </w:r>
    </w:p>
    <w:p w14:paraId="77E759D0" w14:textId="77777777" w:rsidR="00A62B4C" w:rsidRPr="00B2714B" w:rsidRDefault="00A62B4C" w:rsidP="00A62B4C">
      <w:pPr>
        <w:rPr>
          <w:rFonts w:ascii="Verdana" w:eastAsia="Verdana" w:hAnsi="Verdana" w:cs="Times New Roman"/>
          <w:sz w:val="20"/>
          <w:szCs w:val="20"/>
        </w:rPr>
      </w:pPr>
    </w:p>
    <w:p w14:paraId="22610D4C" w14:textId="5E486C19" w:rsidR="00A62B4C" w:rsidRPr="00B2714B" w:rsidRDefault="00A62B4C" w:rsidP="00A62B4C">
      <w:pPr>
        <w:rPr>
          <w:rFonts w:ascii="Verdana" w:eastAsia="Verdana" w:hAnsi="Verdana" w:cs="Times New Roman"/>
          <w:sz w:val="20"/>
          <w:szCs w:val="20"/>
        </w:rPr>
      </w:pPr>
    </w:p>
    <w:p w14:paraId="60B88EA0" w14:textId="77777777" w:rsidR="00A62B4C" w:rsidRPr="00B2714B" w:rsidRDefault="00A62B4C" w:rsidP="00A62B4C">
      <w:pPr>
        <w:rPr>
          <w:rFonts w:ascii="Verdana" w:eastAsia="Verdana" w:hAnsi="Verdana" w:cs="Times New Roman"/>
          <w:sz w:val="20"/>
          <w:szCs w:val="20"/>
        </w:rPr>
      </w:pPr>
    </w:p>
    <w:p w14:paraId="13D2BB15" w14:textId="77777777" w:rsidR="00A62B4C" w:rsidRPr="00B2714B" w:rsidRDefault="00A62B4C" w:rsidP="00A62B4C">
      <w:pPr>
        <w:rPr>
          <w:rFonts w:ascii="Verdana" w:eastAsia="Verdana" w:hAnsi="Verdana" w:cs="Times New Roman"/>
          <w:sz w:val="20"/>
          <w:szCs w:val="20"/>
        </w:rPr>
      </w:pPr>
    </w:p>
    <w:p w14:paraId="7649E5EC" w14:textId="77777777" w:rsidR="00A62B4C" w:rsidRPr="00B2714B" w:rsidRDefault="00A62B4C" w:rsidP="00A62B4C">
      <w:pPr>
        <w:rPr>
          <w:rFonts w:ascii="Verdana" w:eastAsia="Verdana" w:hAnsi="Verdana" w:cs="Times New Roman"/>
          <w:sz w:val="20"/>
          <w:szCs w:val="20"/>
        </w:rPr>
      </w:pPr>
    </w:p>
    <w:p w14:paraId="715EADAD" w14:textId="77777777" w:rsidR="00A62B4C" w:rsidRPr="00B2714B" w:rsidRDefault="00A62B4C" w:rsidP="00A62B4C">
      <w:pPr>
        <w:rPr>
          <w:rFonts w:ascii="Verdana" w:eastAsia="Verdana" w:hAnsi="Verdana" w:cs="Times New Roman"/>
          <w:sz w:val="20"/>
          <w:szCs w:val="20"/>
        </w:rPr>
      </w:pPr>
    </w:p>
    <w:p w14:paraId="6A260ABF" w14:textId="2872AF0F" w:rsidR="00A62B4C" w:rsidRPr="00B2714B" w:rsidRDefault="00A62B4C" w:rsidP="00A62B4C">
      <w:pPr>
        <w:rPr>
          <w:rFonts w:ascii="Verdana" w:eastAsia="Verdana" w:hAnsi="Verdana" w:cs="Times New Roman"/>
          <w:sz w:val="20"/>
          <w:szCs w:val="20"/>
        </w:rPr>
      </w:pPr>
    </w:p>
    <w:p w14:paraId="52B295E2" w14:textId="19742D9F" w:rsidR="00535E9B" w:rsidRPr="00B2714B" w:rsidRDefault="00A62B4C" w:rsidP="00A62B4C">
      <w:pPr>
        <w:tabs>
          <w:tab w:val="left" w:pos="8509"/>
        </w:tabs>
        <w:rPr>
          <w:rFonts w:ascii="Verdana" w:eastAsia="Verdana" w:hAnsi="Verdana" w:cs="Times New Roman"/>
          <w:sz w:val="20"/>
          <w:szCs w:val="20"/>
        </w:rPr>
      </w:pPr>
      <w:r w:rsidRPr="00B2714B">
        <w:rPr>
          <w:rFonts w:ascii="Verdana" w:eastAsia="Verdana" w:hAnsi="Verdana" w:cs="Times New Roman"/>
          <w:sz w:val="20"/>
          <w:szCs w:val="20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B2714B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6C858F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1AF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44A0A6F" w14:textId="77777777" w:rsidR="00F02153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68B25F7B" w:rsidR="00347E8D" w:rsidRPr="006B2C28" w:rsidRDefault="00E81AF4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 w:rsidR="001650B0">
            <w:rPr>
              <w:rFonts w:asciiTheme="majorHAnsi" w:hAnsiTheme="majorHAnsi"/>
              <w:color w:val="000000" w:themeColor="text1"/>
              <w:sz w:val="14"/>
              <w:szCs w:val="18"/>
            </w:rPr>
            <w:t>0216</w:t>
          </w:r>
          <w:r w:rsidR="00341343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1650B0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76629839">
    <w:abstractNumId w:val="16"/>
  </w:num>
  <w:num w:numId="2" w16cid:durableId="1859853480">
    <w:abstractNumId w:val="7"/>
  </w:num>
  <w:num w:numId="3" w16cid:durableId="1346321188">
    <w:abstractNumId w:val="11"/>
  </w:num>
  <w:num w:numId="4" w16cid:durableId="97799891">
    <w:abstractNumId w:val="17"/>
  </w:num>
  <w:num w:numId="5" w16cid:durableId="706101049">
    <w:abstractNumId w:val="16"/>
  </w:num>
  <w:num w:numId="6" w16cid:durableId="80806593">
    <w:abstractNumId w:val="16"/>
  </w:num>
  <w:num w:numId="7" w16cid:durableId="127403553">
    <w:abstractNumId w:val="3"/>
  </w:num>
  <w:num w:numId="8" w16cid:durableId="1450121261">
    <w:abstractNumId w:val="23"/>
  </w:num>
  <w:num w:numId="9" w16cid:durableId="885993850">
    <w:abstractNumId w:val="15"/>
  </w:num>
  <w:num w:numId="10" w16cid:durableId="1411585173">
    <w:abstractNumId w:val="4"/>
  </w:num>
  <w:num w:numId="11" w16cid:durableId="1170289688">
    <w:abstractNumId w:val="12"/>
  </w:num>
  <w:num w:numId="12" w16cid:durableId="1323892763">
    <w:abstractNumId w:val="10"/>
  </w:num>
  <w:num w:numId="13" w16cid:durableId="58794482">
    <w:abstractNumId w:val="22"/>
  </w:num>
  <w:num w:numId="14" w16cid:durableId="190149634">
    <w:abstractNumId w:val="19"/>
  </w:num>
  <w:num w:numId="15" w16cid:durableId="2026900090">
    <w:abstractNumId w:val="14"/>
  </w:num>
  <w:num w:numId="16" w16cid:durableId="613292359">
    <w:abstractNumId w:val="8"/>
  </w:num>
  <w:num w:numId="17" w16cid:durableId="1227910696">
    <w:abstractNumId w:val="5"/>
  </w:num>
  <w:num w:numId="18" w16cid:durableId="1354881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63714241">
    <w:abstractNumId w:val="0"/>
  </w:num>
  <w:num w:numId="20" w16cid:durableId="1046952811">
    <w:abstractNumId w:val="24"/>
  </w:num>
  <w:num w:numId="21" w16cid:durableId="379942646">
    <w:abstractNumId w:val="1"/>
  </w:num>
  <w:num w:numId="22" w16cid:durableId="300228370">
    <w:abstractNumId w:val="13"/>
  </w:num>
  <w:num w:numId="23" w16cid:durableId="553544984">
    <w:abstractNumId w:val="9"/>
  </w:num>
  <w:num w:numId="24" w16cid:durableId="204299264">
    <w:abstractNumId w:val="18"/>
  </w:num>
  <w:num w:numId="25" w16cid:durableId="2096634900">
    <w:abstractNumId w:val="21"/>
  </w:num>
  <w:num w:numId="26" w16cid:durableId="765613391">
    <w:abstractNumId w:val="2"/>
  </w:num>
  <w:num w:numId="27" w16cid:durableId="1930190387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02C7"/>
    <w:rsid w:val="00033582"/>
    <w:rsid w:val="00036B40"/>
    <w:rsid w:val="00036D76"/>
    <w:rsid w:val="000404EF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10A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0F6E6A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50B0"/>
    <w:rsid w:val="00167B53"/>
    <w:rsid w:val="00172B93"/>
    <w:rsid w:val="00174B2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B67A1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66D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2B7E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33C99"/>
    <w:rsid w:val="00842578"/>
    <w:rsid w:val="00847B49"/>
    <w:rsid w:val="00852695"/>
    <w:rsid w:val="008548B7"/>
    <w:rsid w:val="00857549"/>
    <w:rsid w:val="008575B7"/>
    <w:rsid w:val="008707CC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D9C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C766B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2714B"/>
    <w:rsid w:val="00B3053E"/>
    <w:rsid w:val="00B31C09"/>
    <w:rsid w:val="00B379DE"/>
    <w:rsid w:val="00B422BD"/>
    <w:rsid w:val="00B44488"/>
    <w:rsid w:val="00B4532A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0B39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021D"/>
    <w:rsid w:val="00E66F4B"/>
    <w:rsid w:val="00E706C2"/>
    <w:rsid w:val="00E72CD1"/>
    <w:rsid w:val="00E8041E"/>
    <w:rsid w:val="00E81AF4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2153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701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C0F14D485FC45778C0860E0EEF07C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74817E-B019-4A5D-B84A-78CB88DB9046}"/>
      </w:docPartPr>
      <w:docPartBody>
        <w:p w:rsidR="00A8789F" w:rsidRDefault="009E5850" w:rsidP="009E5850">
          <w:pPr>
            <w:pStyle w:val="3C0F14D485FC45778C0860E0EEF07CC2"/>
          </w:pPr>
          <w:r>
            <w:rPr>
              <w:color w:val="156082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850"/>
    <w:rsid w:val="000302C7"/>
    <w:rsid w:val="005B266D"/>
    <w:rsid w:val="00833C99"/>
    <w:rsid w:val="009E5850"/>
    <w:rsid w:val="00A8789F"/>
    <w:rsid w:val="00E6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C0F14D485FC45778C0860E0EEF07CC2">
    <w:name w:val="3C0F14D485FC45778C0860E0EEF07CC2"/>
    <w:rsid w:val="009E58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A9752C-D14A-4EA6-AB3B-D860164F85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A8EF241-C20B-4C19-BBB0-8D29B529C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POST/DYS/OB/GZ/00216/2026</dc:subject>
  <dc:creator>Chmielnicka Katarzyna [PGE S.A.]</dc:creator>
  <cp:keywords/>
  <dc:description/>
  <cp:lastModifiedBy>Mozolewski Karol [PGE Dystr. O.Białystok]</cp:lastModifiedBy>
  <cp:revision>5</cp:revision>
  <cp:lastPrinted>2024-07-15T11:21:00Z</cp:lastPrinted>
  <dcterms:created xsi:type="dcterms:W3CDTF">2025-10-26T11:54:00Z</dcterms:created>
  <dcterms:modified xsi:type="dcterms:W3CDTF">2026-01-27T07:03:00Z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